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0EEF6EA"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POST/DYS/OLD/GZ/0</w:t>
      </w:r>
      <w:r w:rsidR="004611ED">
        <w:rPr>
          <w:rFonts w:cstheme="minorHAnsi"/>
          <w:szCs w:val="18"/>
          <w:lang w:eastAsia="pl-PL"/>
        </w:rPr>
        <w:t>4</w:t>
      </w:r>
      <w:r w:rsidR="0069044E">
        <w:rPr>
          <w:rFonts w:cstheme="minorHAnsi"/>
          <w:szCs w:val="18"/>
          <w:lang w:eastAsia="pl-PL"/>
        </w:rPr>
        <w:t>376</w:t>
      </w:r>
      <w:r w:rsidR="00991973" w:rsidRPr="00991973">
        <w:rPr>
          <w:rFonts w:cstheme="minorHAnsi"/>
          <w:szCs w:val="18"/>
          <w:lang w:eastAsia="pl-PL"/>
        </w:rPr>
        <w:t>/2025</w:t>
      </w:r>
      <w:r w:rsidRPr="00B67D39">
        <w:rPr>
          <w:rFonts w:cstheme="minorHAnsi"/>
          <w:szCs w:val="18"/>
          <w:lang w:eastAsia="pl-PL"/>
        </w:rPr>
        <w:t xml:space="preserve"> prowadzonego w trybie przetargu nieograniczonego pn.  </w:t>
      </w:r>
      <w:r w:rsidR="004611ED" w:rsidRPr="004611ED">
        <w:rPr>
          <w:rFonts w:cstheme="minorHAnsi"/>
          <w:szCs w:val="18"/>
          <w:lang w:eastAsia="pl-PL"/>
        </w:rPr>
        <w:t xml:space="preserve">Wykonanie dokumentacji i robót budowlanych w branży elektroenergetycznej na terenie działania OŁD w RE Tomaszów Maz. w podziale na </w:t>
      </w:r>
      <w:r w:rsidR="0069044E">
        <w:rPr>
          <w:rFonts w:cstheme="minorHAnsi"/>
          <w:szCs w:val="18"/>
          <w:lang w:eastAsia="pl-PL"/>
        </w:rPr>
        <w:t>5</w:t>
      </w:r>
      <w:r w:rsidR="004611ED" w:rsidRPr="004611ED">
        <w:rPr>
          <w:rFonts w:cstheme="minorHAnsi"/>
          <w:szCs w:val="18"/>
          <w:lang w:eastAsia="pl-PL"/>
        </w:rPr>
        <w:t xml:space="preserve"> części</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A535D97" w14:textId="3202D47E" w:rsidR="00B40303" w:rsidRDefault="0069044E" w:rsidP="00B40303">
      <w:pPr>
        <w:pStyle w:val="Akapitzlist"/>
        <w:spacing w:before="100" w:beforeAutospacing="1" w:after="100" w:afterAutospacing="1"/>
        <w:ind w:left="426"/>
        <w:rPr>
          <w:rFonts w:cstheme="minorHAnsi"/>
          <w:b/>
          <w:szCs w:val="18"/>
        </w:rPr>
      </w:pPr>
      <w:r w:rsidRPr="0069044E">
        <w:rPr>
          <w:rFonts w:cstheme="minorHAnsi"/>
          <w:b/>
          <w:szCs w:val="18"/>
        </w:rPr>
        <w:t>Część 1: Wykonanie dokumentacji i robót budowlanych w branży elektroenergetycznej na terenie działania OŁD w RE Tomaszów Maz. Wymiana istniejących rozdzielnic nN na stacjach słupowych 15/0,4kV na terenie Rejonu Energetycznego Tomaszów Maz., m-ść Inowłódz gm. Inowłódz, Budziszewice gm. Budziszewice, Opoczno ul. Szewska gm. Opoczno - pakiet 1</w:t>
      </w:r>
    </w:p>
    <w:p w14:paraId="53F8E733" w14:textId="77777777" w:rsidR="00B40303" w:rsidRPr="00B40303" w:rsidRDefault="00B40303" w:rsidP="00B40303">
      <w:pPr>
        <w:pStyle w:val="Akapitzlist"/>
        <w:spacing w:before="100" w:beforeAutospacing="1" w:after="100" w:afterAutospacing="1"/>
        <w:ind w:left="426"/>
        <w:rPr>
          <w:rFonts w:cstheme="minorHAnsi"/>
          <w:b/>
          <w:szCs w:val="18"/>
        </w:rPr>
      </w:pPr>
    </w:p>
    <w:p w14:paraId="4B3A623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19D5C0B4"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384E7722" w14:textId="3AF895D0"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353D209B"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05189834" w14:textId="789A20E1"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4BEC3EEA" w14:textId="7BBD72C5" w:rsidR="00B40303" w:rsidRDefault="00B40303" w:rsidP="00B40303">
      <w:pPr>
        <w:pStyle w:val="Akapitzlist"/>
        <w:spacing w:before="100" w:beforeAutospacing="1" w:after="100" w:afterAutospacing="1"/>
        <w:ind w:left="426"/>
        <w:rPr>
          <w:rFonts w:cstheme="minorHAnsi"/>
          <w:b/>
          <w:szCs w:val="18"/>
        </w:rPr>
      </w:pPr>
    </w:p>
    <w:p w14:paraId="2DE8D8C4" w14:textId="77777777" w:rsidR="00B40303" w:rsidRPr="00B40303" w:rsidRDefault="00B40303" w:rsidP="00B40303">
      <w:pPr>
        <w:pStyle w:val="Akapitzlist"/>
        <w:spacing w:before="100" w:beforeAutospacing="1" w:after="100" w:afterAutospacing="1"/>
        <w:ind w:left="426"/>
        <w:rPr>
          <w:rFonts w:cstheme="minorHAnsi"/>
          <w:b/>
          <w:szCs w:val="18"/>
        </w:rPr>
      </w:pPr>
    </w:p>
    <w:p w14:paraId="1B93B7B8" w14:textId="77777777" w:rsidR="00B40303" w:rsidRPr="00B40303" w:rsidRDefault="00B40303" w:rsidP="00B40303">
      <w:pPr>
        <w:pStyle w:val="Akapitzlist"/>
        <w:spacing w:before="100" w:beforeAutospacing="1" w:after="100" w:afterAutospacing="1"/>
        <w:ind w:left="426"/>
        <w:rPr>
          <w:rFonts w:cstheme="minorHAnsi"/>
          <w:b/>
          <w:szCs w:val="18"/>
        </w:rPr>
      </w:pPr>
    </w:p>
    <w:p w14:paraId="0CFBC37F" w14:textId="73440AD2" w:rsidR="00B40303" w:rsidRDefault="0069044E" w:rsidP="00B40303">
      <w:pPr>
        <w:pStyle w:val="Akapitzlist"/>
        <w:spacing w:before="100" w:beforeAutospacing="1" w:after="100" w:afterAutospacing="1"/>
        <w:ind w:left="426"/>
        <w:rPr>
          <w:rFonts w:cstheme="minorHAnsi"/>
          <w:b/>
          <w:szCs w:val="18"/>
        </w:rPr>
      </w:pPr>
      <w:r w:rsidRPr="0069044E">
        <w:rPr>
          <w:rFonts w:cstheme="minorHAnsi"/>
          <w:b/>
          <w:szCs w:val="18"/>
        </w:rPr>
        <w:t>Część 2: Wykonanie dokumentacji i robót budowlanych w branży elektroenergetycznej na terenie działania OŁD w RE Tomaszów Maz. Wymiana istn. linii napow. nN wraz przyłączami nN ze stacji 15/0,4kV nr 6-0744 Wąglany</w:t>
      </w:r>
      <w:r w:rsidR="00B40303" w:rsidRPr="00B40303">
        <w:rPr>
          <w:rFonts w:cstheme="minorHAnsi"/>
          <w:b/>
          <w:szCs w:val="18"/>
        </w:rPr>
        <w:tab/>
      </w:r>
    </w:p>
    <w:p w14:paraId="14860847" w14:textId="77777777" w:rsidR="00665F26" w:rsidRPr="00B40303" w:rsidRDefault="00665F26" w:rsidP="00B40303">
      <w:pPr>
        <w:pStyle w:val="Akapitzlist"/>
        <w:spacing w:before="100" w:beforeAutospacing="1" w:after="100" w:afterAutospacing="1"/>
        <w:ind w:left="426"/>
        <w:rPr>
          <w:rFonts w:cstheme="minorHAnsi"/>
          <w:b/>
          <w:szCs w:val="18"/>
        </w:rPr>
      </w:pPr>
    </w:p>
    <w:p w14:paraId="318794B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3960DF1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545B2815" w14:textId="7ABD2CA2"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481D8658"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2FB7BA35" w14:textId="4E0AED7C"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14457EBF" w14:textId="77777777" w:rsidR="00665F26" w:rsidRPr="00B40303" w:rsidRDefault="00665F26" w:rsidP="00B40303">
      <w:pPr>
        <w:pStyle w:val="Akapitzlist"/>
        <w:spacing w:before="100" w:beforeAutospacing="1" w:after="100" w:afterAutospacing="1"/>
        <w:ind w:left="426"/>
        <w:rPr>
          <w:rFonts w:cstheme="minorHAnsi"/>
          <w:b/>
          <w:szCs w:val="18"/>
        </w:rPr>
      </w:pPr>
    </w:p>
    <w:p w14:paraId="366F4DBC" w14:textId="6CC3C44F" w:rsidR="00B40303" w:rsidRDefault="0069044E" w:rsidP="00B40303">
      <w:pPr>
        <w:pStyle w:val="Akapitzlist"/>
        <w:spacing w:before="100" w:beforeAutospacing="1" w:after="100" w:afterAutospacing="1"/>
        <w:ind w:left="426"/>
        <w:rPr>
          <w:rFonts w:cstheme="minorHAnsi"/>
          <w:b/>
          <w:szCs w:val="18"/>
        </w:rPr>
      </w:pPr>
      <w:bookmarkStart w:id="6" w:name="_Hlk215723236"/>
      <w:r w:rsidRPr="0069044E">
        <w:rPr>
          <w:rFonts w:cstheme="minorHAnsi"/>
          <w:b/>
          <w:szCs w:val="18"/>
        </w:rPr>
        <w:t>Część 3: Wykonanie dokumentacji i robót budowlanych w branży elektroenergetycznej na terenie działania OŁD w RE Tomaszów Maz. Wykonanie dokumentacji projektowej oraz wymiana istniejącej linii napowietrznej nN wraz przyłączami napowietrznymi nN na terenie Rejonu Energetycznego Tomaszów Mazowiecki (Rzeczyca, obręb stacji 6-0333)</w:t>
      </w:r>
      <w:r w:rsidR="00B40303" w:rsidRPr="00B40303">
        <w:rPr>
          <w:rFonts w:cstheme="minorHAnsi"/>
          <w:b/>
          <w:szCs w:val="18"/>
        </w:rPr>
        <w:t xml:space="preserve"> </w:t>
      </w:r>
    </w:p>
    <w:p w14:paraId="578159ED" w14:textId="77777777" w:rsidR="00665F26" w:rsidRPr="00B40303" w:rsidRDefault="00665F26" w:rsidP="00B40303">
      <w:pPr>
        <w:pStyle w:val="Akapitzlist"/>
        <w:spacing w:before="100" w:beforeAutospacing="1" w:after="100" w:afterAutospacing="1"/>
        <w:ind w:left="426"/>
        <w:rPr>
          <w:rFonts w:cstheme="minorHAnsi"/>
          <w:b/>
          <w:szCs w:val="18"/>
        </w:rPr>
      </w:pPr>
    </w:p>
    <w:p w14:paraId="6705EDE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6984912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1DC09381" w14:textId="6D3721CB"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7FE780A5"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3145306B" w14:textId="755105CC" w:rsidR="001B4F82" w:rsidRDefault="00B40303" w:rsidP="004611ED">
      <w:pPr>
        <w:pStyle w:val="Akapitzlist"/>
        <w:spacing w:before="100" w:beforeAutospacing="1" w:after="100" w:afterAutospacing="1"/>
        <w:ind w:left="426"/>
        <w:rPr>
          <w:rFonts w:cstheme="minorHAnsi"/>
          <w:b/>
          <w:szCs w:val="18"/>
        </w:rPr>
      </w:pPr>
      <w:r w:rsidRPr="00B40303">
        <w:rPr>
          <w:rFonts w:cstheme="minorHAnsi"/>
          <w:b/>
          <w:szCs w:val="18"/>
        </w:rPr>
        <w:t>(słownie ..........................................................................................................................................................)</w:t>
      </w:r>
      <w:bookmarkEnd w:id="6"/>
    </w:p>
    <w:p w14:paraId="41B7D5A1" w14:textId="77777777" w:rsidR="0069044E" w:rsidRDefault="0069044E" w:rsidP="004611ED">
      <w:pPr>
        <w:pStyle w:val="Akapitzlist"/>
        <w:spacing w:before="100" w:beforeAutospacing="1" w:after="100" w:afterAutospacing="1"/>
        <w:ind w:left="426"/>
        <w:rPr>
          <w:rFonts w:cstheme="minorHAnsi"/>
          <w:b/>
          <w:szCs w:val="18"/>
        </w:rPr>
      </w:pPr>
    </w:p>
    <w:p w14:paraId="2B47849E" w14:textId="51DAB149" w:rsidR="0069044E" w:rsidRPr="0069044E"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Część 4: Wykonanie dokumentacji i robót budowlanych w branży elektroenergetycznej na terenie działania OŁD w RE Tomaszów Maz. Wymiana istniejącej linii napowietrznej nN wraz z przyłączami nN ze stacji 15/0,4kV nr. 6-0263 Branik , gm. Żelechlinek</w:t>
      </w:r>
    </w:p>
    <w:p w14:paraId="71B769B4" w14:textId="77777777" w:rsidR="0069044E" w:rsidRPr="0069044E" w:rsidRDefault="0069044E" w:rsidP="0069044E">
      <w:pPr>
        <w:pStyle w:val="Akapitzlist"/>
        <w:spacing w:before="100" w:beforeAutospacing="1" w:after="100" w:afterAutospacing="1"/>
        <w:ind w:left="426"/>
        <w:rPr>
          <w:rFonts w:cstheme="minorHAnsi"/>
          <w:b/>
          <w:szCs w:val="18"/>
        </w:rPr>
      </w:pPr>
    </w:p>
    <w:p w14:paraId="245F0319" w14:textId="77777777" w:rsidR="0069044E" w:rsidRPr="0069044E"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 xml:space="preserve">cena netto ................................................ zł </w:t>
      </w:r>
    </w:p>
    <w:p w14:paraId="6C068E5A" w14:textId="77777777" w:rsidR="0069044E" w:rsidRPr="0069044E"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 xml:space="preserve">(słownie ……………………………………………………………………………............................................................................), </w:t>
      </w:r>
    </w:p>
    <w:p w14:paraId="528FFC58" w14:textId="77777777" w:rsidR="0069044E" w:rsidRPr="0069044E"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według stawki: ……… %</w:t>
      </w:r>
    </w:p>
    <w:p w14:paraId="78D09A4D" w14:textId="77777777" w:rsidR="0069044E" w:rsidRPr="0069044E"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 xml:space="preserve">cena brutto ............................................. zł </w:t>
      </w:r>
    </w:p>
    <w:p w14:paraId="31FC0E86" w14:textId="75BC701C" w:rsidR="0069044E"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(słownie ..........................................................................................................................................................)</w:t>
      </w:r>
    </w:p>
    <w:p w14:paraId="7A423FD7" w14:textId="054BC755" w:rsidR="0069044E" w:rsidRPr="0069044E"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 xml:space="preserve">Część 5: Wykonanie dokumentacji i robót budowlanych w branży elektroenergetycznej na terenie działania OŁD w RE Tomaszów Maz. Wykonanie dokumentacji projektowej oraz wymiana istniejącej linii napowietrznej nN wraz przyłączami napowietrznymi nN na terenie Rejonu Energetycznego Tomaszów Mazowiecki (Rzeczyca, obręb stacji 6-0328). </w:t>
      </w:r>
    </w:p>
    <w:p w14:paraId="5A981D08" w14:textId="77777777" w:rsidR="0069044E" w:rsidRPr="0069044E" w:rsidRDefault="0069044E" w:rsidP="0069044E">
      <w:pPr>
        <w:pStyle w:val="Akapitzlist"/>
        <w:spacing w:before="100" w:beforeAutospacing="1" w:after="100" w:afterAutospacing="1"/>
        <w:ind w:left="426"/>
        <w:rPr>
          <w:rFonts w:cstheme="minorHAnsi"/>
          <w:b/>
          <w:szCs w:val="18"/>
        </w:rPr>
      </w:pPr>
    </w:p>
    <w:p w14:paraId="189E948D" w14:textId="77777777" w:rsidR="0069044E" w:rsidRPr="0069044E"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 xml:space="preserve">cena netto ................................................ zł </w:t>
      </w:r>
    </w:p>
    <w:p w14:paraId="16B59421" w14:textId="77777777" w:rsidR="0069044E" w:rsidRPr="0069044E"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 xml:space="preserve">(słownie ……………………………………………………………………………............................................................................), </w:t>
      </w:r>
    </w:p>
    <w:p w14:paraId="4F008496" w14:textId="77777777" w:rsidR="0069044E" w:rsidRPr="0069044E"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według stawki: ……… %</w:t>
      </w:r>
    </w:p>
    <w:p w14:paraId="61EB5D16" w14:textId="77777777" w:rsidR="0069044E" w:rsidRPr="0069044E"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 xml:space="preserve">cena brutto ............................................. zł </w:t>
      </w:r>
    </w:p>
    <w:p w14:paraId="25CA46E7" w14:textId="1D5EF2BB" w:rsidR="0069044E" w:rsidRPr="004611ED" w:rsidRDefault="0069044E" w:rsidP="0069044E">
      <w:pPr>
        <w:pStyle w:val="Akapitzlist"/>
        <w:spacing w:before="100" w:beforeAutospacing="1" w:after="100" w:afterAutospacing="1"/>
        <w:ind w:left="426"/>
        <w:rPr>
          <w:rFonts w:cstheme="minorHAnsi"/>
          <w:b/>
          <w:szCs w:val="18"/>
        </w:rPr>
      </w:pPr>
      <w:r w:rsidRPr="0069044E">
        <w:rPr>
          <w:rFonts w:cstheme="minorHAnsi"/>
          <w:b/>
          <w:szCs w:val="18"/>
        </w:rPr>
        <w:t>(słownie ..........................................................................................................................................................)</w:t>
      </w:r>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64245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4245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4245C"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4245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0F99CA2" w14:textId="66B31575" w:rsidR="0064245C" w:rsidRDefault="0064245C" w:rsidP="00B67D39">
      <w:pPr>
        <w:pStyle w:val="Akapitzlist"/>
        <w:numPr>
          <w:ilvl w:val="3"/>
          <w:numId w:val="30"/>
        </w:numPr>
        <w:spacing w:before="120" w:after="0"/>
        <w:ind w:left="426" w:hanging="426"/>
        <w:jc w:val="both"/>
        <w:rPr>
          <w:rFonts w:cstheme="minorHAnsi"/>
          <w:szCs w:val="18"/>
          <w:lang w:eastAsia="pl-PL"/>
        </w:rPr>
      </w:pPr>
      <w:r>
        <w:rPr>
          <w:rFonts w:cstheme="minorHAnsi"/>
          <w:szCs w:val="18"/>
          <w:lang w:eastAsia="pl-PL"/>
        </w:rPr>
        <w:t>Wadium w kwocie 3 000,00 zł dla części ……….. zostało wpłacone w formie……………………………………..</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3D9C62F6"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4611ED">
            <w:rPr>
              <w:rFonts w:asciiTheme="majorHAnsi" w:hAnsiTheme="majorHAnsi"/>
              <w:color w:val="000000" w:themeColor="text1"/>
              <w:sz w:val="14"/>
              <w:szCs w:val="18"/>
            </w:rPr>
            <w:t>4</w:t>
          </w:r>
          <w:r w:rsidR="0069044E">
            <w:rPr>
              <w:rFonts w:asciiTheme="majorHAnsi" w:hAnsiTheme="majorHAnsi"/>
              <w:color w:val="000000" w:themeColor="text1"/>
              <w:sz w:val="14"/>
              <w:szCs w:val="18"/>
            </w:rPr>
            <w:t>376</w:t>
          </w:r>
          <w:r w:rsidR="00991973" w:rsidRPr="00991973">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7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B4F82"/>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4B16"/>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51B3"/>
    <w:rsid w:val="004611E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63A4E"/>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4245C"/>
    <w:rsid w:val="0065322E"/>
    <w:rsid w:val="00655DA8"/>
    <w:rsid w:val="00660237"/>
    <w:rsid w:val="00665F26"/>
    <w:rsid w:val="00670CE4"/>
    <w:rsid w:val="0067116D"/>
    <w:rsid w:val="0067572D"/>
    <w:rsid w:val="006775EE"/>
    <w:rsid w:val="00680F7C"/>
    <w:rsid w:val="0069044E"/>
    <w:rsid w:val="00696995"/>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35B4"/>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5EEC"/>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1B81"/>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POST/DYS/OLD/GZ/04376/2025                        </dmsv2SWPP2ObjectNumber>
    <dmsv2SWPP2SumMD5 xmlns="http://schemas.microsoft.com/sharepoint/v3">7246bc21fd8270628da955ee345e77d1</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23914501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JEUP5JKVCYQC-1440096624-14735</_dlc_DocId>
    <_dlc_DocIdUrl xmlns="a19cb1c7-c5c7-46d4-85ae-d83685407bba">
      <Url>https://swpp2.dms.gkpge.pl/sites/41/_layouts/15/DocIdRedir.aspx?ID=JEUP5JKVCYQC-1440096624-14735</Url>
      <Description>JEUP5JKVCYQC-1440096624-14735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BA3AD83-9017-4395-8235-9020FF7F34BC}"/>
</file>

<file path=customXml/itemProps3.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167465F-07B9-4F0D-B313-DA3C5D616637}"/>
</file>

<file path=docProps/app.xml><?xml version="1.0" encoding="utf-8"?>
<Properties xmlns="http://schemas.openxmlformats.org/officeDocument/2006/extended-properties" xmlns:vt="http://schemas.openxmlformats.org/officeDocument/2006/docPropsVTypes">
  <Template>PGE word swz test</Template>
  <TotalTime>91</TotalTime>
  <Pages>4</Pages>
  <Words>1570</Words>
  <Characters>9422</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28</cp:revision>
  <cp:lastPrinted>2024-07-15T11:21:00Z</cp:lastPrinted>
  <dcterms:created xsi:type="dcterms:W3CDTF">2025-01-15T13:15:00Z</dcterms:created>
  <dcterms:modified xsi:type="dcterms:W3CDTF">2025-12-04T05:48:00Z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eb3ca015-cd19-40b5-93a0-dfef80344057</vt:lpwstr>
  </property>
</Properties>
</file>